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712BDF" w:rsidP="00244981">
      <w:pPr>
        <w:pStyle w:val="berschrift1"/>
        <w:spacing w:before="0" w:after="0" w:line="276" w:lineRule="auto"/>
        <w:jc w:val="left"/>
      </w:pPr>
      <w:r>
        <w:t xml:space="preserve">Estreia norte-americana da W 380 CRi da Wirtgen:</w:t>
      </w:r>
      <w:r>
        <w:t xml:space="preserve"> </w:t>
      </w:r>
      <w:r>
        <w:t xml:space="preserve">a recicladora a frio mais poderosa do mundo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Com a nova geração de recicladoras a frio, a Wirtgen desenvolveu as máquinas mais modernas do mundo para reciclagem a frio no local.</w:t>
      </w:r>
      <w:r>
        <w:rPr>
          <w:rStyle w:val="Hervorhebung"/>
        </w:rPr>
        <w:t xml:space="preserve"> </w:t>
      </w:r>
      <w:r>
        <w:rPr>
          <w:rStyle w:val="Hervorhebung"/>
        </w:rPr>
        <w:t xml:space="preserve">As recicladoras sobre esteiras também impressionam na reciclagem em profundidade total e fresagem de alto desempenho.</w:t>
      </w:r>
      <w:r>
        <w:rPr>
          <w:rStyle w:val="Hervorhebung"/>
        </w:rPr>
        <w:t xml:space="preserve"> </w:t>
      </w:r>
      <w:r>
        <w:rPr>
          <w:rStyle w:val="Hervorhebung"/>
        </w:rPr>
        <w:t xml:space="preserve">A W 380 CRi fará</w:t>
      </w:r>
      <w:r>
        <w:t xml:space="preserve"> </w:t>
      </w:r>
      <w:r>
        <w:rPr>
          <w:b/>
        </w:rPr>
        <w:t xml:space="preserve">sua</w:t>
      </w:r>
      <w:r>
        <w:t xml:space="preserve"> </w:t>
      </w:r>
      <w:r>
        <w:rPr>
          <w:rStyle w:val="Hervorhebung"/>
        </w:rPr>
        <w:t xml:space="preserve"> estreia na América do Norte </w:t>
      </w:r>
      <w:r>
        <w:rPr>
          <w:b/>
        </w:rPr>
        <w:t xml:space="preserve">na</w:t>
      </w:r>
      <w:r>
        <w:rPr>
          <w:rStyle w:val="Hervorhebung"/>
        </w:rPr>
        <w:t xml:space="preserve"> Conexpo-Con/Agg 2020, montada como um conjunto de reciclagem com a vibroacabadora Vögele SUPER 2000-3i, a mesa extensível AB 600 TV+ e o rolo compactador tandem HD+ 140i VVHF HCQ da Hamm.</w:t>
      </w:r>
      <w:r>
        <w:rPr>
          <w:rStyle w:val="Hervorhebung"/>
        </w:rPr>
        <w:t xml:space="preserve">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Reciclagem em profundidade total em uma só passada</w:t>
      </w:r>
    </w:p>
    <w:p w:rsidR="00F21280" w:rsidRDefault="00210152" w:rsidP="00692AE5">
      <w:pPr>
        <w:pStyle w:val="Text"/>
        <w:spacing w:line="276" w:lineRule="auto"/>
      </w:pPr>
      <w:r>
        <w:t xml:space="preserve">Dependendo dos danos, a camada de superfície de asfalto é processada por um conjunto de reciclagem em toda a largura da pista em uma única passada e com a adição de ligantes no local e, em seguida, é imediatamente reinstalada.</w:t>
      </w:r>
      <w:r>
        <w:t xml:space="preserve"> </w:t>
      </w:r>
      <w:r>
        <w:t xml:space="preserve">A W 380 CRi pode reciclar toda a profundidade do pavimento de 300 mm/12 pol. e, com isso, também é adequada para reciclagem em profundidade total (FDR).</w:t>
      </w:r>
      <w:r>
        <w:t xml:space="preserve"> 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F21280" w:rsidP="00692AE5">
      <w:pPr>
        <w:pStyle w:val="Text"/>
        <w:spacing w:line="276" w:lineRule="auto"/>
        <w:rPr>
          <w:i/>
        </w:rPr>
      </w:pPr>
      <w:r>
        <w:rPr>
          <w:i/>
        </w:rPr>
        <w:t xml:space="preserve">Reabilitação variável</w:t>
      </w:r>
      <w:r>
        <w:t xml:space="preserve"> </w:t>
      </w:r>
      <w:r>
        <w:rPr>
          <w:i/>
        </w:rPr>
        <w:t xml:space="preserve">do pavimento além da largura de trabalho da máquina</w:t>
      </w:r>
      <w:r>
        <w:rPr>
          <w:i/>
        </w:rPr>
        <w:t xml:space="preserve"> </w:t>
      </w:r>
    </w:p>
    <w:p w:rsidR="00F21280" w:rsidRDefault="000168B4" w:rsidP="00692AE5">
      <w:pPr>
        <w:pStyle w:val="Text"/>
        <w:spacing w:line="276" w:lineRule="auto"/>
      </w:pPr>
      <w:r>
        <w:t xml:space="preserve">Além disso, a W 380 CRi é capaz de recuperar superfícies de estradas que ultrapassam as larguras de trabalho disponíveis de 3.200 mm/10 ft.</w:t>
      </w:r>
      <w:r>
        <w:t xml:space="preserve"> </w:t>
      </w:r>
      <w:r>
        <w:t xml:space="preserve">6 pol., 3.500 mm/11 ft.</w:t>
      </w:r>
      <w:r>
        <w:t xml:space="preserve"> </w:t>
      </w:r>
      <w:r>
        <w:t xml:space="preserve">6 pol. e 3.800 mm/12 ft.</w:t>
      </w:r>
      <w:r>
        <w:t xml:space="preserve"> </w:t>
      </w:r>
      <w:r>
        <w:t xml:space="preserve">6 pol.</w:t>
      </w:r>
      <w:r>
        <w:t xml:space="preserve"> </w:t>
      </w:r>
      <w:r>
        <w:t xml:space="preserve">Neste caso, a recicladora recolhe o material previamente fresado lateralmente por uma fresadora a frio e o adiciona ao processo de mistura.</w:t>
      </w:r>
      <w:r>
        <w:t xml:space="preserve"> </w:t>
      </w:r>
      <w:r>
        <w:t xml:space="preserve">Graças a uma capacidade de mistura de até 800 t/h/787,2 T/h em combinação com a carga traseira de uma pavimentadora com o sistema adequado de armazenamento e pavimentação, até mesmo superfícies de estradas muito largas podem ser reabilitadas em uma única passada.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>
        <w:rPr>
          <w:b/>
        </w:rPr>
        <w:t xml:space="preserve">A W 380 CRi também impressiona como uma fresadora de alto desempenho</w:t>
      </w:r>
      <w:r>
        <w:rPr>
          <w:b/>
        </w:rPr>
        <w:t xml:space="preserve"> </w:t>
      </w:r>
    </w:p>
    <w:p w:rsidR="0012313C" w:rsidRDefault="000A2390" w:rsidP="00692AE5">
      <w:pPr>
        <w:pStyle w:val="Text"/>
        <w:spacing w:line="276" w:lineRule="auto"/>
      </w:pPr>
      <w:r>
        <w:t xml:space="preserve">A W 380 CRi também pode ser utilizada como uma fresadora de alto desempenho.</w:t>
      </w:r>
      <w:r>
        <w:t xml:space="preserve"> </w:t>
      </w:r>
      <w:r>
        <w:t xml:space="preserve">Devido ao seu poderoso motor de 1.054 PS/1.038 HP (EU Stage 5 / US Tier 4f) e à capacidade da cinta transportadora, a W 380 CRi atinge altas taxas de rendimento de profundidades de fresagem</w:t>
      </w:r>
      <w:r>
        <w:t xml:space="preserve"> </w:t>
      </w:r>
      <w:r>
        <w:t xml:space="preserve">de até 350 mm/14 ft.</w:t>
      </w:r>
      <w:r>
        <w:t xml:space="preserve"> </w:t>
      </w:r>
      <w:r>
        <w:t xml:space="preserve">Com isso, é possível realizar obras de reabilitação em grandes áreas rapidamente, por exemplo, em autoestradas, pistas de decolagem de aeroportos ou a remoção completa de blocos de asfalto, assim como a homogeneização e granulação de camadas de asfalto danificadas.</w:t>
      </w:r>
    </w:p>
    <w:p w:rsidR="0012313C" w:rsidRDefault="0012313C" w:rsidP="00692AE5">
      <w:pPr>
        <w:pStyle w:val="Text"/>
        <w:spacing w:line="276" w:lineRule="auto"/>
      </w:pPr>
      <w:r>
        <w:br w:type="page"/>
      </w:r>
    </w:p>
    <w:p w:rsidR="0012313C" w:rsidRDefault="0012313C" w:rsidP="0012313C">
      <w:pPr>
        <w:pStyle w:val="HeadlineFotos"/>
      </w:pPr>
      <w:r>
        <w:rPr>
          <w:caps w:val="0"/>
          <w:szCs w:val="22"/>
          <w:rFonts w:ascii="Verdana" w:hAnsi="Verdana"/>
        </w:rPr>
        <w:t xml:space="preserve">Fotos</w:t>
      </w:r>
      <w:r>
        <w:t xml:space="preserve"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>
              <w:t xml:space="preserve">W_photo_W380CRi_00058_HI</w:t>
            </w:r>
          </w:p>
          <w:p w:rsidR="004D5291" w:rsidRPr="005B3697" w:rsidRDefault="0012313C" w:rsidP="001445A0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Reciclagem a frio no local, reciclagem em profundidade total e fresagem de alto desempenho – a recicladora sobre esteiras W 380 CRi da Wirtgen é a máquina mais versátil em reabilitação de estradas.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>
              <w:t xml:space="preserve">W_photo_W240CRi_00019_HI</w:t>
            </w:r>
          </w:p>
          <w:p w:rsidR="00A84C51" w:rsidRPr="00DC3CC4" w:rsidRDefault="00DC3CC4" w:rsidP="001445A0">
            <w:pPr>
              <w:pStyle w:val="Text"/>
              <w:jc w:val="left"/>
              <w:rPr>
                <w:sz w:val="20"/>
                <w:rFonts w:ascii="Verdana" w:hAnsi="Verdana"/>
              </w:rPr>
            </w:pPr>
            <w:r>
              <w:rPr>
                <w:sz w:val="20"/>
                <w:rFonts w:ascii="Verdana" w:hAnsi="Verdana"/>
              </w:rPr>
              <w:t xml:space="preserve">Através do sistema de condução de material ajustável na parte dianteira da máquina, a W 380 CRi também pode recolher o material granulado de fresagem depositado e adicioná-lo ao processo de mistura.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 xml:space="preserve">Observação:</w:t>
      </w:r>
      <w:r>
        <w:rPr>
          <w:i/>
        </w:rPr>
        <w:t xml:space="preserve"> </w:t>
      </w:r>
      <w:r>
        <w:rPr>
          <w:i/>
        </w:rPr>
        <w:t xml:space="preserve">Essas fotos servem apenas para a visualização prévia.</w:t>
      </w:r>
      <w:r>
        <w:rPr>
          <w:i/>
        </w:rPr>
        <w:t xml:space="preserve"> </w:t>
      </w:r>
      <w:r>
        <w:rPr>
          <w:i/>
        </w:rPr>
        <w:t xml:space="preserve">Para impressão nas publicações, devem ser utilizadas as fotos em resolução de 300 dpi, disponíveis para download no site da Wirtgen GmbH /do Wirtgen Group.</w:t>
      </w:r>
    </w:p>
    <w:p w:rsidR="00C03396" w:rsidRDefault="00C03396" w:rsidP="00D166AC">
      <w:pPr>
        <w:pStyle w:val="Text"/>
      </w:pPr>
    </w:p>
    <w:p w:rsidR="00774B6D" w:rsidRDefault="00774B6D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caps w:val="0"/>
                <w:szCs w:val="22"/>
                <w:rFonts w:ascii="Verdana" w:eastAsia="Calibri" w:hAnsi="Verdana" w:cs="Times New Roman"/>
              </w:rPr>
            </w:pPr>
            <w:r>
              <w:rPr>
                <w:caps w:val="0"/>
                <w:szCs w:val="22"/>
                <w:rFonts w:ascii="Verdana" w:hAnsi="Verdana"/>
              </w:rPr>
              <w:t xml:space="preserve">PARA MAIS INFORMAÇÕES,</w:t>
            </w:r>
            <w:r>
              <w:rPr>
                <w:caps w:val="0"/>
                <w:szCs w:val="22"/>
                <w:rFonts w:ascii="Verdana" w:hAnsi="Verdana"/>
              </w:rPr>
              <w:t xml:space="preserve"> </w:t>
            </w:r>
          </w:p>
          <w:p w:rsidR="00D166AC" w:rsidRDefault="002844EF" w:rsidP="0034191A">
            <w:pPr>
              <w:pStyle w:val="HeadlineKontakte"/>
            </w:pPr>
            <w:r>
              <w:rPr>
                <w:caps w:val="0"/>
                <w:szCs w:val="22"/>
                <w:rFonts w:ascii="Verdana" w:hAnsi="Verdana"/>
              </w:rPr>
              <w:t xml:space="preserve">ENTRE EM CONTATO COM</w:t>
            </w:r>
            <w:r>
              <w:t xml:space="preserve">:</w:t>
            </w:r>
          </w:p>
          <w:p w:rsidR="008D4AE7" w:rsidRPr="00463D7D" w:rsidRDefault="008D4AE7" w:rsidP="008D4AE7">
            <w:pPr>
              <w:pStyle w:val="Text"/>
            </w:pPr>
            <w:r>
              <w:t xml:space="preserve">WIRTGEN GmbH</w:t>
            </w:r>
          </w:p>
          <w:p w:rsidR="008D4AE7" w:rsidRPr="00463D7D" w:rsidRDefault="008D4AE7" w:rsidP="008D4AE7">
            <w:pPr>
              <w:pStyle w:val="Text"/>
            </w:pPr>
            <w:r>
              <w:t xml:space="preserve"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 xml:space="preserve">Michaela Adams, Mario Linnemann</w:t>
            </w:r>
          </w:p>
          <w:p w:rsidR="008D4AE7" w:rsidRDefault="008D4AE7" w:rsidP="008D4AE7">
            <w:pPr>
              <w:pStyle w:val="Text"/>
            </w:pPr>
            <w:r>
              <w:t xml:space="preserve"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Windhagen</w:t>
            </w:r>
          </w:p>
          <w:p w:rsidR="008D4AE7" w:rsidRDefault="008D4AE7" w:rsidP="008D4AE7">
            <w:pPr>
              <w:pStyle w:val="Text"/>
            </w:pPr>
            <w:r>
              <w:t xml:space="preserve"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Telefone:</w:t>
            </w:r>
            <w:r>
              <w:t xml:space="preserve"> </w:t>
            </w:r>
            <w:r>
              <w:t xml:space="preserve">+49 (0) 2645 131 - 3178</w:t>
            </w:r>
          </w:p>
          <w:p w:rsidR="008D4AE7" w:rsidRDefault="008D4AE7" w:rsidP="008D4AE7">
            <w:pPr>
              <w:pStyle w:val="Text"/>
            </w:pPr>
            <w:r>
              <w:t xml:space="preserve">Fax:</w:t>
            </w:r>
            <w:r>
              <w:t xml:space="preserve"> </w:t>
            </w:r>
            <w:r>
              <w:t xml:space="preserve">+49 (0) 2645 131 - 499</w:t>
            </w:r>
          </w:p>
          <w:p w:rsidR="008D4AE7" w:rsidRDefault="00D24067" w:rsidP="008D4AE7">
            <w:pPr>
              <w:pStyle w:val="Text"/>
            </w:pPr>
            <w:r>
              <w:t xml:space="preserve"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 xml:space="preserve"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47B" w:rsidRDefault="0034147B" w:rsidP="00E55534">
      <w:r>
        <w:separator/>
      </w:r>
    </w:p>
  </w:endnote>
  <w:endnote w:type="continuationSeparator" w:id="0">
    <w:p w:rsidR="0034147B" w:rsidRDefault="003414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43AA9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47B" w:rsidRDefault="0034147B" w:rsidP="00E55534">
      <w:r>
        <w:separator/>
      </w:r>
    </w:p>
  </w:footnote>
  <w:footnote w:type="continuationSeparator" w:id="0">
    <w:p w:rsidR="0034147B" w:rsidRDefault="003414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dirty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03F96"/>
    <w:rsid w:val="000168B4"/>
    <w:rsid w:val="00042106"/>
    <w:rsid w:val="0005285B"/>
    <w:rsid w:val="00066D09"/>
    <w:rsid w:val="0009665C"/>
    <w:rsid w:val="000A2390"/>
    <w:rsid w:val="000B31D7"/>
    <w:rsid w:val="000D4647"/>
    <w:rsid w:val="000E2697"/>
    <w:rsid w:val="00103205"/>
    <w:rsid w:val="0012026F"/>
    <w:rsid w:val="0012313C"/>
    <w:rsid w:val="00127EF4"/>
    <w:rsid w:val="00132055"/>
    <w:rsid w:val="00136B50"/>
    <w:rsid w:val="001445A0"/>
    <w:rsid w:val="0014683F"/>
    <w:rsid w:val="001A32EE"/>
    <w:rsid w:val="001B16BB"/>
    <w:rsid w:val="001B63D0"/>
    <w:rsid w:val="00210152"/>
    <w:rsid w:val="00216541"/>
    <w:rsid w:val="00244981"/>
    <w:rsid w:val="00253A2E"/>
    <w:rsid w:val="00263ABB"/>
    <w:rsid w:val="002844EF"/>
    <w:rsid w:val="0029634D"/>
    <w:rsid w:val="002A38B4"/>
    <w:rsid w:val="002B690B"/>
    <w:rsid w:val="002C6453"/>
    <w:rsid w:val="002E765F"/>
    <w:rsid w:val="002F108B"/>
    <w:rsid w:val="0034147B"/>
    <w:rsid w:val="0034191A"/>
    <w:rsid w:val="00343AA9"/>
    <w:rsid w:val="00343CC7"/>
    <w:rsid w:val="00384A08"/>
    <w:rsid w:val="00391C92"/>
    <w:rsid w:val="003A753A"/>
    <w:rsid w:val="003E1CB6"/>
    <w:rsid w:val="003E3CF6"/>
    <w:rsid w:val="003E759F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71B"/>
    <w:rsid w:val="004D5291"/>
    <w:rsid w:val="004E65A9"/>
    <w:rsid w:val="00506409"/>
    <w:rsid w:val="00530E32"/>
    <w:rsid w:val="005711A3"/>
    <w:rsid w:val="00573384"/>
    <w:rsid w:val="00573B2B"/>
    <w:rsid w:val="00583E5A"/>
    <w:rsid w:val="005844EA"/>
    <w:rsid w:val="00595AAC"/>
    <w:rsid w:val="005A4F04"/>
    <w:rsid w:val="005B3697"/>
    <w:rsid w:val="005B5793"/>
    <w:rsid w:val="006330A2"/>
    <w:rsid w:val="00642EB6"/>
    <w:rsid w:val="00657AB3"/>
    <w:rsid w:val="00692AE5"/>
    <w:rsid w:val="006B4E1A"/>
    <w:rsid w:val="006B73C9"/>
    <w:rsid w:val="006F7602"/>
    <w:rsid w:val="00703E5C"/>
    <w:rsid w:val="00712BDF"/>
    <w:rsid w:val="00722A17"/>
    <w:rsid w:val="00757B83"/>
    <w:rsid w:val="007658CA"/>
    <w:rsid w:val="00774B6D"/>
    <w:rsid w:val="007775EF"/>
    <w:rsid w:val="00791A69"/>
    <w:rsid w:val="00794830"/>
    <w:rsid w:val="00797CAA"/>
    <w:rsid w:val="007C2658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9304B"/>
    <w:rsid w:val="008A0541"/>
    <w:rsid w:val="008C2DB2"/>
    <w:rsid w:val="008D4AE7"/>
    <w:rsid w:val="008D770E"/>
    <w:rsid w:val="0090337E"/>
    <w:rsid w:val="009948F5"/>
    <w:rsid w:val="009A7E90"/>
    <w:rsid w:val="009B029E"/>
    <w:rsid w:val="009C2378"/>
    <w:rsid w:val="009D016F"/>
    <w:rsid w:val="009E251D"/>
    <w:rsid w:val="00A171F4"/>
    <w:rsid w:val="00A22321"/>
    <w:rsid w:val="00A24EFC"/>
    <w:rsid w:val="00A80677"/>
    <w:rsid w:val="00A84C51"/>
    <w:rsid w:val="00A977CE"/>
    <w:rsid w:val="00AD131F"/>
    <w:rsid w:val="00AF3B3A"/>
    <w:rsid w:val="00AF6569"/>
    <w:rsid w:val="00AF6CBA"/>
    <w:rsid w:val="00B05244"/>
    <w:rsid w:val="00B06265"/>
    <w:rsid w:val="00B37523"/>
    <w:rsid w:val="00B5695F"/>
    <w:rsid w:val="00B8410F"/>
    <w:rsid w:val="00B90F78"/>
    <w:rsid w:val="00BA4640"/>
    <w:rsid w:val="00BD1058"/>
    <w:rsid w:val="00BE4BE2"/>
    <w:rsid w:val="00BF56B2"/>
    <w:rsid w:val="00BF7023"/>
    <w:rsid w:val="00C03396"/>
    <w:rsid w:val="00C1451A"/>
    <w:rsid w:val="00C44724"/>
    <w:rsid w:val="00C457C3"/>
    <w:rsid w:val="00C644CA"/>
    <w:rsid w:val="00C73005"/>
    <w:rsid w:val="00CE0AA1"/>
    <w:rsid w:val="00CF0CF0"/>
    <w:rsid w:val="00CF36C9"/>
    <w:rsid w:val="00D03861"/>
    <w:rsid w:val="00D13F35"/>
    <w:rsid w:val="00D166AC"/>
    <w:rsid w:val="00D24067"/>
    <w:rsid w:val="00D516FC"/>
    <w:rsid w:val="00DB0A7B"/>
    <w:rsid w:val="00DB5100"/>
    <w:rsid w:val="00DC3CC4"/>
    <w:rsid w:val="00E07E95"/>
    <w:rsid w:val="00E14608"/>
    <w:rsid w:val="00E21E67"/>
    <w:rsid w:val="00E30EBF"/>
    <w:rsid w:val="00E52D70"/>
    <w:rsid w:val="00E55534"/>
    <w:rsid w:val="00E914D1"/>
    <w:rsid w:val="00E95F5C"/>
    <w:rsid w:val="00EE0153"/>
    <w:rsid w:val="00F20920"/>
    <w:rsid w:val="00F21280"/>
    <w:rsid w:val="00F323AD"/>
    <w:rsid w:val="00F56318"/>
    <w:rsid w:val="00F5767D"/>
    <w:rsid w:val="00F603CA"/>
    <w:rsid w:val="00F82525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61FD9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424C7-10EA-4037-BF1D-3A5DAFD8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402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9</cp:revision>
  <dcterms:created xsi:type="dcterms:W3CDTF">2019-12-06T08:02:00Z</dcterms:created>
  <dcterms:modified xsi:type="dcterms:W3CDTF">2019-12-12T17:59:00Z</dcterms:modified>
</cp:coreProperties>
</file>